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16"/>
          <w:szCs w:val="16"/>
          <w:lang w:val="sl-SI"/>
        </w:rPr>
      </w:pPr>
    </w:p>
    <w:p w14:paraId="7CF4EFAF" w14:textId="77777777" w:rsidR="00456730" w:rsidRDefault="00456730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</w:p>
    <w:p w14:paraId="333C5603" w14:textId="05E9FF54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Zavod Znanje Postojna, javni zavod</w:t>
      </w:r>
    </w:p>
    <w:p w14:paraId="1DD5E9D1" w14:textId="19F2A4B9" w:rsidR="00862C6E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OE Podjetniški inkubator Perspektiva</w:t>
      </w:r>
    </w:p>
    <w:p w14:paraId="2BD73DCE" w14:textId="691A73D9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Velik</w:t>
      </w:r>
      <w:r w:rsidR="00F0246E"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i</w:t>
      </w: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 xml:space="preserve"> Otok 44b</w:t>
      </w:r>
    </w:p>
    <w:p w14:paraId="1CA50CF8" w14:textId="6331C77D" w:rsidR="005A3023" w:rsidRPr="00B967E3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6230 Postojna</w:t>
      </w:r>
    </w:p>
    <w:p w14:paraId="3277B6FE" w14:textId="77777777" w:rsidR="00862C6E" w:rsidRPr="00B967E3" w:rsidRDefault="00862C6E" w:rsidP="00862C6E">
      <w:pPr>
        <w:spacing w:line="312" w:lineRule="auto"/>
        <w:rPr>
          <w:rFonts w:ascii="Arial" w:hAnsi="Arial" w:cs="Arial"/>
          <w:spacing w:val="10"/>
          <w:sz w:val="16"/>
          <w:szCs w:val="16"/>
          <w:lang w:val="sl-SI"/>
        </w:rPr>
      </w:pPr>
    </w:p>
    <w:p w14:paraId="645A0D5E" w14:textId="77777777" w:rsidR="00456730" w:rsidRDefault="00456730" w:rsidP="00356502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409DA9AD" w14:textId="3BA5D7F1" w:rsidR="00643A20" w:rsidRDefault="00C4436E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  <w:r w:rsidRPr="000229FF">
        <w:rPr>
          <w:rFonts w:ascii="Arial" w:hAnsi="Arial" w:cs="Arial"/>
          <w:noProof/>
          <w:spacing w:val="10"/>
          <w:sz w:val="22"/>
          <w:szCs w:val="22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677" w:rsidRPr="000229FF">
        <w:rPr>
          <w:rFonts w:asciiTheme="majorHAnsi" w:hAnsiTheme="majorHAnsi" w:cstheme="majorHAnsi"/>
          <w:lang w:val="sl-SI"/>
        </w:rPr>
        <w:t>Kraj in datum</w:t>
      </w:r>
      <w:r w:rsidR="00C715CD">
        <w:rPr>
          <w:rFonts w:asciiTheme="majorHAnsi" w:hAnsiTheme="majorHAnsi" w:cstheme="majorHAnsi"/>
          <w:lang w:val="sl-SI"/>
        </w:rPr>
        <w:t>:</w:t>
      </w:r>
      <w:r w:rsidR="005A3023" w:rsidRPr="000229FF">
        <w:rPr>
          <w:rFonts w:asciiTheme="majorHAnsi" w:hAnsiTheme="majorHAnsi" w:cstheme="majorHAnsi"/>
          <w:lang w:val="sl-SI"/>
        </w:rPr>
        <w:t xml:space="preserve"> </w:t>
      </w:r>
      <w:r w:rsidR="00A91A27">
        <w:rPr>
          <w:rFonts w:asciiTheme="majorHAnsi" w:hAnsiTheme="majorHAnsi" w:cstheme="majorHAnsi"/>
          <w:lang w:val="sl-SI"/>
        </w:rPr>
        <w:t>…………</w:t>
      </w:r>
    </w:p>
    <w:p w14:paraId="02F6E146" w14:textId="77777777" w:rsidR="00356502" w:rsidRPr="00356502" w:rsidRDefault="00356502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</w:p>
    <w:p w14:paraId="61C35229" w14:textId="4E606CC0" w:rsidR="00CA28A6" w:rsidRPr="00CA28A6" w:rsidRDefault="00394948" w:rsidP="00CA28A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Ponudba</w:t>
      </w:r>
      <w:r w:rsidR="006C227E" w:rsidRPr="000B2F05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0B2F05">
        <w:rPr>
          <w:rFonts w:asciiTheme="majorHAnsi" w:hAnsiTheme="majorHAnsi" w:cstheme="majorHAnsi"/>
          <w:b/>
          <w:lang w:val="sl-SI"/>
        </w:rPr>
        <w:t>izvedbo aktivnosti</w:t>
      </w:r>
      <w:r w:rsidR="00A23DC0">
        <w:rPr>
          <w:rFonts w:asciiTheme="majorHAnsi" w:hAnsiTheme="majorHAnsi" w:cstheme="majorHAnsi"/>
          <w:b/>
          <w:lang w:val="sl-SI"/>
        </w:rPr>
        <w:t xml:space="preserve"> – ekspertno svetovanje -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v okviru </w:t>
      </w:r>
      <w:r w:rsidR="00215476" w:rsidRPr="000B2F05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– </w:t>
      </w:r>
      <w:bookmarkStart w:id="0" w:name="_Hlk187328690"/>
      <w:r w:rsidR="00B231FC" w:rsidRPr="00B231FC">
        <w:rPr>
          <w:rFonts w:asciiTheme="majorHAnsi" w:hAnsiTheme="majorHAnsi" w:cstheme="majorHAnsi"/>
          <w:b/>
          <w:lang w:val="sl-SI"/>
        </w:rPr>
        <w:t>Ekspertno svetovanje za podjetnika</w:t>
      </w:r>
      <w:r w:rsidR="00FB7420">
        <w:rPr>
          <w:rFonts w:asciiTheme="majorHAnsi" w:hAnsiTheme="majorHAnsi" w:cstheme="majorHAnsi"/>
          <w:b/>
          <w:lang w:val="sl-SI"/>
        </w:rPr>
        <w:t>,</w:t>
      </w:r>
      <w:r w:rsidR="00FB7420" w:rsidRPr="00FB7420">
        <w:rPr>
          <w:rFonts w:asciiTheme="majorHAnsi" w:hAnsiTheme="majorHAnsi" w:cstheme="majorHAnsi"/>
          <w:b/>
          <w:lang w:val="sl-SI"/>
        </w:rPr>
        <w:t xml:space="preserve"> ki potrebuje </w:t>
      </w:r>
      <w:bookmarkStart w:id="1" w:name="_Hlk169169269"/>
      <w:r w:rsidR="00FB7420" w:rsidRPr="00FB7420">
        <w:rPr>
          <w:rFonts w:asciiTheme="majorHAnsi" w:hAnsiTheme="majorHAnsi" w:cstheme="majorHAnsi"/>
          <w:b/>
          <w:lang w:val="sl-SI"/>
        </w:rPr>
        <w:t>pomoč</w:t>
      </w:r>
      <w:bookmarkEnd w:id="1"/>
      <w:bookmarkEnd w:id="0"/>
      <w:r w:rsidR="00AE7B49">
        <w:rPr>
          <w:rFonts w:asciiTheme="majorHAnsi" w:hAnsiTheme="majorHAnsi" w:cstheme="majorHAnsi"/>
          <w:b/>
          <w:lang w:val="sl-SI"/>
        </w:rPr>
        <w:t xml:space="preserve"> </w:t>
      </w:r>
      <w:r w:rsidR="00AC4136" w:rsidRPr="00AC4136">
        <w:rPr>
          <w:rFonts w:asciiTheme="majorHAnsi" w:hAnsiTheme="majorHAnsi" w:cstheme="majorHAnsi"/>
          <w:b/>
          <w:lang w:val="sl-SI"/>
        </w:rPr>
        <w:t xml:space="preserve">pri </w:t>
      </w:r>
      <w:r w:rsidR="00C13D87" w:rsidRPr="00C13D87">
        <w:rPr>
          <w:rFonts w:asciiTheme="majorHAnsi" w:hAnsiTheme="majorHAnsi" w:cstheme="majorHAnsi"/>
          <w:b/>
          <w:lang w:val="sl-SI"/>
        </w:rPr>
        <w:t>poslovnem modelu, B2B ponudbi in komunikaciji</w:t>
      </w:r>
      <w:r w:rsidR="00AE7B49">
        <w:rPr>
          <w:rFonts w:asciiTheme="majorHAnsi" w:hAnsiTheme="majorHAnsi" w:cstheme="majorHAnsi"/>
          <w:b/>
          <w:lang w:val="sl-SI"/>
        </w:rPr>
        <w:t>.</w:t>
      </w:r>
    </w:p>
    <w:p w14:paraId="0A6AFA50" w14:textId="2AF7341C" w:rsidR="00984537" w:rsidRDefault="00984537" w:rsidP="00B231FC">
      <w:pPr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03846D8A" w:rsidR="00B038FA" w:rsidRPr="00321116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PONUDNIK</w:t>
      </w:r>
    </w:p>
    <w:p w14:paraId="4E56737E" w14:textId="788F77EA" w:rsidR="00394948" w:rsidRPr="00356502" w:rsidRDefault="00F4078C" w:rsidP="00577DC6">
      <w:pPr>
        <w:spacing w:line="288" w:lineRule="auto"/>
        <w:jc w:val="both"/>
        <w:rPr>
          <w:rFonts w:ascii="Calibri Light" w:hAnsi="Calibri Light" w:cs="Calibri Light"/>
          <w:b/>
          <w:bCs/>
          <w:sz w:val="22"/>
          <w:szCs w:val="22"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32F8476A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>Naslov:</w:t>
      </w:r>
      <w:r w:rsidR="00356502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79D88DA3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03BEA825" w:rsidR="00956C21" w:rsidRDefault="00321116" w:rsidP="00577DC6">
      <w:pPr>
        <w:spacing w:line="288" w:lineRule="auto"/>
        <w:jc w:val="both"/>
        <w:rPr>
          <w:rFonts w:ascii="Segoe UI" w:hAnsi="Segoe UI" w:cs="Segoe UI"/>
          <w:b/>
          <w:bCs/>
          <w:color w:val="212529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lang w:val="sl-SI"/>
        </w:rPr>
        <w:t xml:space="preserve">Davčna št.: </w:t>
      </w:r>
    </w:p>
    <w:p w14:paraId="6CB13335" w14:textId="77777777" w:rsidR="00F4078C" w:rsidRPr="000B2F05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321116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0B2F05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0B2F05">
        <w:rPr>
          <w:rFonts w:asciiTheme="majorHAnsi" w:hAnsiTheme="majorHAnsi" w:cstheme="majorHAnsi"/>
          <w:lang w:val="sl-SI"/>
        </w:rPr>
        <w:t xml:space="preserve"> za</w:t>
      </w:r>
      <w:r w:rsidR="001413A6" w:rsidRPr="000B2F05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2"/>
        <w:gridCol w:w="2169"/>
      </w:tblGrid>
      <w:tr w:rsidR="0039770A" w:rsidRPr="000B2F05" w14:paraId="0DEE9D88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D9D9D9" w:themeFill="background1" w:themeFillShade="D9"/>
            <w:vAlign w:val="center"/>
          </w:tcPr>
          <w:p w14:paraId="3EAC7456" w14:textId="799A24CE" w:rsidR="00AB6764" w:rsidRDefault="006C4DEC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49120A">
              <w:rPr>
                <w:rFonts w:asciiTheme="majorHAnsi" w:hAnsiTheme="majorHAnsi" w:cstheme="majorHAnsi"/>
                <w:b/>
                <w:lang w:val="sl-SI"/>
              </w:rPr>
              <w:t xml:space="preserve">Ekspertno svetovanje </w:t>
            </w:r>
            <w:r w:rsidRPr="006C4DEC">
              <w:rPr>
                <w:rFonts w:asciiTheme="majorHAnsi" w:hAnsiTheme="majorHAnsi" w:cstheme="majorHAnsi"/>
                <w:b/>
                <w:lang w:val="sl-SI"/>
              </w:rPr>
              <w:t>podjetnik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u </w:t>
            </w:r>
            <w:r w:rsidR="00AB6764">
              <w:rPr>
                <w:rFonts w:asciiTheme="majorHAnsi" w:hAnsiTheme="majorHAnsi" w:cstheme="majorHAnsi"/>
                <w:b/>
                <w:lang w:val="sl-SI"/>
              </w:rPr>
              <w:t>/</w:t>
            </w:r>
          </w:p>
          <w:p w14:paraId="334C14AC" w14:textId="0F9AF246" w:rsidR="00D70A75" w:rsidRPr="00A03DB6" w:rsidRDefault="00C13D87" w:rsidP="00D70A75">
            <w:pPr>
              <w:spacing w:line="288" w:lineRule="auto"/>
              <w:jc w:val="both"/>
              <w:rPr>
                <w:rFonts w:asciiTheme="majorHAnsi" w:hAnsiTheme="majorHAnsi" w:cstheme="majorHAnsi"/>
                <w:b/>
                <w:lang w:val="sl-SI"/>
              </w:rPr>
            </w:pPr>
            <w:proofErr w:type="spellStart"/>
            <w:r w:rsidRPr="006F444E">
              <w:rPr>
                <w:b/>
                <w:bCs/>
              </w:rPr>
              <w:t>Poslovni</w:t>
            </w:r>
            <w:proofErr w:type="spellEnd"/>
            <w:r w:rsidRPr="006F444E">
              <w:rPr>
                <w:b/>
                <w:bCs/>
              </w:rPr>
              <w:t xml:space="preserve"> model, B2B </w:t>
            </w:r>
            <w:proofErr w:type="spellStart"/>
            <w:r w:rsidRPr="006F444E">
              <w:rPr>
                <w:b/>
                <w:bCs/>
              </w:rPr>
              <w:t>ponudba</w:t>
            </w:r>
            <w:proofErr w:type="spellEnd"/>
            <w:r w:rsidRPr="006F444E">
              <w:rPr>
                <w:b/>
                <w:bCs/>
              </w:rPr>
              <w:t xml:space="preserve"> in komunikacija</w:t>
            </w:r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0B2F05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0B2F05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0B2F05" w14:paraId="4D510D9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1C3C5AF9" w14:textId="3C75F425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>ekspertnega svetovanja</w:t>
            </w:r>
            <w:r w:rsidR="00215476" w:rsidRPr="000B2F05">
              <w:rPr>
                <w:rFonts w:asciiTheme="majorHAnsi" w:hAnsiTheme="majorHAnsi" w:cstheme="majorHAnsi"/>
                <w:lang w:val="sl-SI"/>
              </w:rPr>
              <w:t xml:space="preserve"> brez DDV</w:t>
            </w:r>
          </w:p>
        </w:tc>
        <w:tc>
          <w:tcPr>
            <w:tcW w:w="2169" w:type="dxa"/>
            <w:vAlign w:val="center"/>
          </w:tcPr>
          <w:p w14:paraId="527AD52D" w14:textId="263B6FAD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0B2F05" w14:paraId="1C96E34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580125D2" w14:textId="6403E976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 xml:space="preserve">ekspertnega svetovanja </w:t>
            </w:r>
            <w:r w:rsidRPr="000B2F05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169" w:type="dxa"/>
            <w:vAlign w:val="center"/>
          </w:tcPr>
          <w:p w14:paraId="3F14D0B1" w14:textId="3C06B4EA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65306B07" w:rsidR="000B2F05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2" w:name="_Hlk32431062"/>
      <w:r w:rsidRPr="000B2F05">
        <w:rPr>
          <w:rFonts w:asciiTheme="majorHAnsi" w:hAnsiTheme="majorHAnsi" w:cstheme="majorHAnsi"/>
          <w:lang w:val="sl-SI"/>
        </w:rPr>
        <w:t>Cena vključuje vse stroške izvedbe.</w:t>
      </w:r>
    </w:p>
    <w:p w14:paraId="0D86EAD9" w14:textId="74E6B0EB" w:rsidR="001B558B" w:rsidRDefault="001B558B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 xml:space="preserve">Ponudba velja do </w:t>
      </w:r>
      <w:r w:rsidRPr="00366524">
        <w:rPr>
          <w:rFonts w:asciiTheme="majorHAnsi" w:hAnsiTheme="majorHAnsi" w:cstheme="majorHAnsi"/>
          <w:lang w:val="sl-SI"/>
        </w:rPr>
        <w:t>31.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12.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202</w:t>
      </w:r>
      <w:r w:rsidR="00EF3D9A" w:rsidRPr="00366524">
        <w:rPr>
          <w:rFonts w:asciiTheme="majorHAnsi" w:hAnsiTheme="majorHAnsi" w:cstheme="majorHAnsi"/>
          <w:lang w:val="sl-SI"/>
        </w:rPr>
        <w:t>5</w:t>
      </w:r>
      <w:r w:rsidR="00FC1381" w:rsidRPr="00366524">
        <w:rPr>
          <w:rFonts w:asciiTheme="majorHAnsi" w:hAnsiTheme="majorHAnsi" w:cstheme="majorHAnsi"/>
          <w:lang w:val="sl-SI"/>
        </w:rPr>
        <w:t>.</w:t>
      </w:r>
    </w:p>
    <w:bookmarkEnd w:id="2"/>
    <w:p w14:paraId="4B6B0A3D" w14:textId="77777777" w:rsidR="000B2F05" w:rsidRPr="000B2F05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44B0E220" w:rsidR="002C67B9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Ponudbo pripravil:</w:t>
      </w:r>
      <w:r w:rsidR="00356502">
        <w:rPr>
          <w:rFonts w:asciiTheme="majorHAnsi" w:hAnsiTheme="majorHAnsi" w:cstheme="majorHAnsi"/>
          <w:bCs/>
        </w:rPr>
        <w:t xml:space="preserve"> </w:t>
      </w:r>
      <w:r w:rsidR="00110167" w:rsidRPr="000B2F05">
        <w:rPr>
          <w:rFonts w:asciiTheme="majorHAnsi" w:hAnsiTheme="majorHAnsi" w:cstheme="majorHAnsi"/>
          <w:bCs/>
        </w:rPr>
        <w:t xml:space="preserve"> </w:t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A91A27">
        <w:rPr>
          <w:rFonts w:asciiTheme="majorHAnsi" w:hAnsiTheme="majorHAnsi" w:cstheme="majorHAnsi"/>
          <w:bCs/>
        </w:rPr>
        <w:tab/>
      </w:r>
      <w:r w:rsidR="00C715CD" w:rsidRPr="000B2F05">
        <w:rPr>
          <w:rFonts w:asciiTheme="majorHAnsi" w:hAnsiTheme="majorHAnsi" w:cstheme="majorHAnsi"/>
          <w:bCs/>
          <w:color w:val="auto"/>
        </w:rPr>
        <w:t>Odgovorna oseba:</w:t>
      </w:r>
    </w:p>
    <w:p w14:paraId="424A54E7" w14:textId="77A9B5D0" w:rsidR="00A544F4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Kontakt:</w:t>
      </w:r>
      <w:r w:rsidR="00356502">
        <w:rPr>
          <w:rFonts w:asciiTheme="majorHAnsi" w:hAnsiTheme="majorHAnsi" w:cstheme="majorHAnsi"/>
          <w:bCs/>
        </w:rPr>
        <w:t xml:space="preserve"> </w:t>
      </w:r>
    </w:p>
    <w:p w14:paraId="07597C4E" w14:textId="50DFBF50" w:rsidR="008C6677" w:rsidRPr="00A91A27" w:rsidRDefault="00B30164" w:rsidP="00C715CD">
      <w:pPr>
        <w:pStyle w:val="Default"/>
        <w:spacing w:line="288" w:lineRule="auto"/>
        <w:rPr>
          <w:rFonts w:asciiTheme="majorHAnsi" w:hAnsiTheme="majorHAnsi" w:cstheme="majorHAnsi"/>
          <w:bCs/>
          <w:color w:val="auto"/>
        </w:rPr>
      </w:pP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</w:p>
    <w:p w14:paraId="1D1C996F" w14:textId="73433795" w:rsidR="00DD3EBE" w:rsidRDefault="00B30164" w:rsidP="00F4078C">
      <w:pPr>
        <w:pStyle w:val="Default"/>
        <w:spacing w:line="288" w:lineRule="auto"/>
        <w:ind w:left="2880" w:firstLine="7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Žig</w:t>
      </w:r>
    </w:p>
    <w:p w14:paraId="74B856D2" w14:textId="69ED2A53" w:rsidR="00356502" w:rsidRPr="00F4078C" w:rsidRDefault="00356502" w:rsidP="00C715CD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sectPr w:rsidR="00356502" w:rsidRPr="00F4078C" w:rsidSect="00695009">
      <w:headerReference w:type="default" r:id="rId8"/>
      <w:footerReference w:type="default" r:id="rId9"/>
      <w:pgSz w:w="11900" w:h="16840"/>
      <w:pgMar w:top="1985" w:right="1304" w:bottom="1418" w:left="2665" w:header="709" w:footer="1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BA40" w14:textId="77777777" w:rsidR="00F75CB7" w:rsidRDefault="00F75CB7" w:rsidP="00862C6E">
      <w:r>
        <w:separator/>
      </w:r>
    </w:p>
  </w:endnote>
  <w:endnote w:type="continuationSeparator" w:id="0">
    <w:p w14:paraId="3D75CF56" w14:textId="77777777" w:rsidR="00F75CB7" w:rsidRDefault="00F75CB7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78C4" w14:textId="169E4C1B" w:rsidR="006A2788" w:rsidRPr="00E74BE6" w:rsidRDefault="00695009" w:rsidP="006A2788">
    <w:pPr>
      <w:pStyle w:val="Noga"/>
      <w:rPr>
        <w:lang w:val="sl-SI"/>
      </w:rPr>
    </w:pPr>
    <w:bookmarkStart w:id="3" w:name="_Hlk124944054"/>
    <w:r w:rsidRPr="00695009"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51DA6579" wp14:editId="4273BF9A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20" name="Slika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9816" w14:textId="77777777" w:rsidR="00F75CB7" w:rsidRDefault="00F75CB7" w:rsidP="00862C6E">
      <w:r>
        <w:separator/>
      </w:r>
    </w:p>
  </w:footnote>
  <w:footnote w:type="continuationSeparator" w:id="0">
    <w:p w14:paraId="4276EC89" w14:textId="77777777" w:rsidR="00F75CB7" w:rsidRDefault="00F75CB7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5029F823" w:rsidR="00D94998" w:rsidRPr="00AA6BB0" w:rsidRDefault="00EF3D9A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5408" behindDoc="1" locked="0" layoutInCell="1" allowOverlap="1" wp14:anchorId="75213D97" wp14:editId="38407379">
          <wp:simplePos x="0" y="0"/>
          <wp:positionH relativeFrom="column">
            <wp:posOffset>-133350</wp:posOffset>
          </wp:positionH>
          <wp:positionV relativeFrom="paragraph">
            <wp:posOffset>-25400</wp:posOffset>
          </wp:positionV>
          <wp:extent cx="2285031" cy="669925"/>
          <wp:effectExtent l="0" t="0" r="0" b="0"/>
          <wp:wrapNone/>
          <wp:docPr id="19" name="Slika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229FF"/>
    <w:rsid w:val="00051B4A"/>
    <w:rsid w:val="000549F9"/>
    <w:rsid w:val="000648B7"/>
    <w:rsid w:val="000919AF"/>
    <w:rsid w:val="00095F55"/>
    <w:rsid w:val="000B2F05"/>
    <w:rsid w:val="000B55F7"/>
    <w:rsid w:val="000C7545"/>
    <w:rsid w:val="00106282"/>
    <w:rsid w:val="00110167"/>
    <w:rsid w:val="00116AB7"/>
    <w:rsid w:val="001413A6"/>
    <w:rsid w:val="00153023"/>
    <w:rsid w:val="00156498"/>
    <w:rsid w:val="00187975"/>
    <w:rsid w:val="001A57CE"/>
    <w:rsid w:val="001B3533"/>
    <w:rsid w:val="001B558B"/>
    <w:rsid w:val="00215476"/>
    <w:rsid w:val="002715E7"/>
    <w:rsid w:val="00280A74"/>
    <w:rsid w:val="002A108E"/>
    <w:rsid w:val="002A4BB8"/>
    <w:rsid w:val="002B7DA4"/>
    <w:rsid w:val="002C34C8"/>
    <w:rsid w:val="002C665C"/>
    <w:rsid w:val="002C67B9"/>
    <w:rsid w:val="002D18E6"/>
    <w:rsid w:val="002E168E"/>
    <w:rsid w:val="00302412"/>
    <w:rsid w:val="00321116"/>
    <w:rsid w:val="00356502"/>
    <w:rsid w:val="00363D30"/>
    <w:rsid w:val="00366524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5160"/>
    <w:rsid w:val="00447C6A"/>
    <w:rsid w:val="0045358F"/>
    <w:rsid w:val="00456730"/>
    <w:rsid w:val="00461A9A"/>
    <w:rsid w:val="00463B90"/>
    <w:rsid w:val="0049120A"/>
    <w:rsid w:val="00492189"/>
    <w:rsid w:val="004B4E1F"/>
    <w:rsid w:val="004F0C22"/>
    <w:rsid w:val="0050028C"/>
    <w:rsid w:val="0050654F"/>
    <w:rsid w:val="00506B76"/>
    <w:rsid w:val="00514B8D"/>
    <w:rsid w:val="00554125"/>
    <w:rsid w:val="00556426"/>
    <w:rsid w:val="00573FFB"/>
    <w:rsid w:val="00577DC6"/>
    <w:rsid w:val="005A3023"/>
    <w:rsid w:val="005A5E3B"/>
    <w:rsid w:val="005B1704"/>
    <w:rsid w:val="005E21F2"/>
    <w:rsid w:val="005F0D1A"/>
    <w:rsid w:val="00603A0A"/>
    <w:rsid w:val="00624D20"/>
    <w:rsid w:val="0062541C"/>
    <w:rsid w:val="00643A20"/>
    <w:rsid w:val="006473AB"/>
    <w:rsid w:val="00684A87"/>
    <w:rsid w:val="00695009"/>
    <w:rsid w:val="006A2788"/>
    <w:rsid w:val="006A4456"/>
    <w:rsid w:val="006B2580"/>
    <w:rsid w:val="006B5253"/>
    <w:rsid w:val="006B52D6"/>
    <w:rsid w:val="006C227E"/>
    <w:rsid w:val="006C4DEC"/>
    <w:rsid w:val="006F3A62"/>
    <w:rsid w:val="00726428"/>
    <w:rsid w:val="00737030"/>
    <w:rsid w:val="007513B1"/>
    <w:rsid w:val="0079684F"/>
    <w:rsid w:val="007A7757"/>
    <w:rsid w:val="007B1678"/>
    <w:rsid w:val="007B69EE"/>
    <w:rsid w:val="007C0FC8"/>
    <w:rsid w:val="007D0899"/>
    <w:rsid w:val="007D2DFF"/>
    <w:rsid w:val="007E3E4B"/>
    <w:rsid w:val="008002FA"/>
    <w:rsid w:val="0081057F"/>
    <w:rsid w:val="00826DB7"/>
    <w:rsid w:val="00832A98"/>
    <w:rsid w:val="00843350"/>
    <w:rsid w:val="00844414"/>
    <w:rsid w:val="00850EE3"/>
    <w:rsid w:val="00862C6E"/>
    <w:rsid w:val="00875620"/>
    <w:rsid w:val="00891560"/>
    <w:rsid w:val="008C2217"/>
    <w:rsid w:val="008C33F7"/>
    <w:rsid w:val="008C6677"/>
    <w:rsid w:val="008D0761"/>
    <w:rsid w:val="008E1B59"/>
    <w:rsid w:val="008F0F05"/>
    <w:rsid w:val="008F216C"/>
    <w:rsid w:val="00917D2E"/>
    <w:rsid w:val="00956C21"/>
    <w:rsid w:val="00964218"/>
    <w:rsid w:val="00984537"/>
    <w:rsid w:val="00991527"/>
    <w:rsid w:val="009943E8"/>
    <w:rsid w:val="009A1919"/>
    <w:rsid w:val="009A2893"/>
    <w:rsid w:val="009B19AE"/>
    <w:rsid w:val="009C2BB8"/>
    <w:rsid w:val="009E310A"/>
    <w:rsid w:val="009E3575"/>
    <w:rsid w:val="00A003E7"/>
    <w:rsid w:val="00A032E2"/>
    <w:rsid w:val="00A03DB6"/>
    <w:rsid w:val="00A23DC0"/>
    <w:rsid w:val="00A31BEA"/>
    <w:rsid w:val="00A544F4"/>
    <w:rsid w:val="00A5489A"/>
    <w:rsid w:val="00A55A9B"/>
    <w:rsid w:val="00A57A0B"/>
    <w:rsid w:val="00A66781"/>
    <w:rsid w:val="00A91A27"/>
    <w:rsid w:val="00AA0C29"/>
    <w:rsid w:val="00AA6BB0"/>
    <w:rsid w:val="00AB15B3"/>
    <w:rsid w:val="00AB6764"/>
    <w:rsid w:val="00AC4136"/>
    <w:rsid w:val="00AE7168"/>
    <w:rsid w:val="00AE7B49"/>
    <w:rsid w:val="00B038FA"/>
    <w:rsid w:val="00B07D4C"/>
    <w:rsid w:val="00B10E9E"/>
    <w:rsid w:val="00B1100C"/>
    <w:rsid w:val="00B13B73"/>
    <w:rsid w:val="00B231FC"/>
    <w:rsid w:val="00B24FBA"/>
    <w:rsid w:val="00B30164"/>
    <w:rsid w:val="00B302FB"/>
    <w:rsid w:val="00B65E15"/>
    <w:rsid w:val="00B74F22"/>
    <w:rsid w:val="00B81CAB"/>
    <w:rsid w:val="00B925BF"/>
    <w:rsid w:val="00B952D5"/>
    <w:rsid w:val="00B967E3"/>
    <w:rsid w:val="00BA12F5"/>
    <w:rsid w:val="00BA526D"/>
    <w:rsid w:val="00BC65F2"/>
    <w:rsid w:val="00BE352A"/>
    <w:rsid w:val="00BF0E48"/>
    <w:rsid w:val="00BF433C"/>
    <w:rsid w:val="00C13D87"/>
    <w:rsid w:val="00C327B8"/>
    <w:rsid w:val="00C358F5"/>
    <w:rsid w:val="00C37F0E"/>
    <w:rsid w:val="00C4436E"/>
    <w:rsid w:val="00C64347"/>
    <w:rsid w:val="00C715CD"/>
    <w:rsid w:val="00C71BFC"/>
    <w:rsid w:val="00C74DFD"/>
    <w:rsid w:val="00CA28A6"/>
    <w:rsid w:val="00CC7286"/>
    <w:rsid w:val="00CE1920"/>
    <w:rsid w:val="00D0206F"/>
    <w:rsid w:val="00D04363"/>
    <w:rsid w:val="00D127C8"/>
    <w:rsid w:val="00D1301C"/>
    <w:rsid w:val="00D428C8"/>
    <w:rsid w:val="00D70A75"/>
    <w:rsid w:val="00D90C24"/>
    <w:rsid w:val="00D92257"/>
    <w:rsid w:val="00D94998"/>
    <w:rsid w:val="00DA5CB3"/>
    <w:rsid w:val="00DA76D7"/>
    <w:rsid w:val="00DC3B38"/>
    <w:rsid w:val="00DC5981"/>
    <w:rsid w:val="00DD3EBE"/>
    <w:rsid w:val="00E159E4"/>
    <w:rsid w:val="00E36514"/>
    <w:rsid w:val="00E94C94"/>
    <w:rsid w:val="00E95EAC"/>
    <w:rsid w:val="00EB099C"/>
    <w:rsid w:val="00EB0A59"/>
    <w:rsid w:val="00EB293B"/>
    <w:rsid w:val="00EC19C3"/>
    <w:rsid w:val="00EE1A88"/>
    <w:rsid w:val="00EE3A2F"/>
    <w:rsid w:val="00EF1118"/>
    <w:rsid w:val="00EF3D9A"/>
    <w:rsid w:val="00F0246E"/>
    <w:rsid w:val="00F02F14"/>
    <w:rsid w:val="00F2500F"/>
    <w:rsid w:val="00F4078C"/>
    <w:rsid w:val="00F75CB7"/>
    <w:rsid w:val="00FB7420"/>
    <w:rsid w:val="00FC1381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2</cp:revision>
  <cp:lastPrinted>2024-02-23T09:51:00Z</cp:lastPrinted>
  <dcterms:created xsi:type="dcterms:W3CDTF">2025-07-01T12:04:00Z</dcterms:created>
  <dcterms:modified xsi:type="dcterms:W3CDTF">2025-07-01T12:04:00Z</dcterms:modified>
</cp:coreProperties>
</file>