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3BA5D7F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  <w:r w:rsidR="00A91A27">
        <w:rPr>
          <w:rFonts w:asciiTheme="majorHAnsi" w:hAnsiTheme="majorHAnsi" w:cstheme="majorHAnsi"/>
          <w:lang w:val="sl-SI"/>
        </w:rPr>
        <w:t>…………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61C35229" w14:textId="37AF46CE" w:rsidR="00CA28A6" w:rsidRPr="00CA28A6" w:rsidRDefault="00394948" w:rsidP="00CA28A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r w:rsidR="00A91A27" w:rsidRPr="0049120A">
        <w:rPr>
          <w:rFonts w:asciiTheme="majorHAnsi" w:hAnsiTheme="majorHAnsi" w:cstheme="majorHAnsi"/>
          <w:b/>
          <w:lang w:val="sl-SI"/>
        </w:rPr>
        <w:t>»</w:t>
      </w:r>
      <w:bookmarkStart w:id="0" w:name="_Hlk187328690"/>
      <w:r w:rsidR="00B231FC" w:rsidRPr="00B231FC">
        <w:rPr>
          <w:rFonts w:asciiTheme="majorHAnsi" w:hAnsiTheme="majorHAnsi" w:cstheme="majorHAnsi"/>
          <w:b/>
          <w:lang w:val="sl-SI"/>
        </w:rPr>
        <w:t>Ekspertno svetovanje za podjetnika</w:t>
      </w:r>
      <w:r w:rsidR="00FB7420">
        <w:rPr>
          <w:rFonts w:asciiTheme="majorHAnsi" w:hAnsiTheme="majorHAnsi" w:cstheme="majorHAnsi"/>
          <w:b/>
          <w:lang w:val="sl-SI"/>
        </w:rPr>
        <w:t>,</w:t>
      </w:r>
      <w:r w:rsidR="00FB7420" w:rsidRPr="00FB7420">
        <w:rPr>
          <w:rFonts w:asciiTheme="majorHAnsi" w:hAnsiTheme="majorHAnsi" w:cstheme="majorHAnsi"/>
          <w:b/>
          <w:lang w:val="sl-SI"/>
        </w:rPr>
        <w:t xml:space="preserve"> ki potrebuje </w:t>
      </w:r>
      <w:bookmarkStart w:id="1" w:name="_Hlk169169269"/>
      <w:r w:rsidR="00FB7420" w:rsidRPr="00FB7420">
        <w:rPr>
          <w:rFonts w:asciiTheme="majorHAnsi" w:hAnsiTheme="majorHAnsi" w:cstheme="majorHAnsi"/>
          <w:b/>
          <w:lang w:val="sl-SI"/>
        </w:rPr>
        <w:t>pomoč</w:t>
      </w:r>
      <w:bookmarkEnd w:id="1"/>
      <w:bookmarkEnd w:id="0"/>
      <w:r w:rsidR="00AE7B49">
        <w:rPr>
          <w:rFonts w:asciiTheme="majorHAnsi" w:hAnsiTheme="majorHAnsi" w:cstheme="majorHAnsi"/>
          <w:b/>
          <w:lang w:val="sl-SI"/>
        </w:rPr>
        <w:t xml:space="preserve"> pri </w:t>
      </w:r>
      <w:r w:rsidR="00B65E15" w:rsidRPr="00B65E15">
        <w:rPr>
          <w:rFonts w:asciiTheme="majorHAnsi" w:hAnsiTheme="majorHAnsi" w:cstheme="majorHAnsi"/>
          <w:b/>
          <w:lang w:val="sl-SI"/>
        </w:rPr>
        <w:t>preverbi vstopa v partnersko sodelovanje</w:t>
      </w:r>
      <w:r w:rsidR="00AE7B49">
        <w:rPr>
          <w:rFonts w:asciiTheme="majorHAnsi" w:hAnsiTheme="majorHAnsi" w:cstheme="majorHAnsi"/>
          <w:b/>
          <w:lang w:val="sl-SI"/>
        </w:rPr>
        <w:t>«.</w:t>
      </w:r>
    </w:p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788F77EA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32F8476A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79D88DA3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03BEA825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2"/>
        <w:gridCol w:w="2169"/>
      </w:tblGrid>
      <w:tr w:rsidR="0039770A" w:rsidRPr="000B2F05" w14:paraId="0DEE9D88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D9D9D9" w:themeFill="background1" w:themeFillShade="D9"/>
            <w:vAlign w:val="center"/>
          </w:tcPr>
          <w:p w14:paraId="3EAC7456" w14:textId="799A24CE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4ACDCFF2" w:rsidR="00D04363" w:rsidRPr="00A03DB6" w:rsidRDefault="00B65E15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B65E15">
              <w:rPr>
                <w:rFonts w:asciiTheme="majorHAnsi" w:hAnsiTheme="majorHAnsi" w:cstheme="majorHAnsi"/>
                <w:b/>
                <w:lang w:val="sl-SI"/>
              </w:rPr>
              <w:t>Preverba vstopa v partnersko sodelovanje</w:t>
            </w:r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2169" w:type="dxa"/>
            <w:vAlign w:val="center"/>
          </w:tcPr>
          <w:p w14:paraId="527AD52D" w14:textId="263B6FAD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169" w:type="dxa"/>
            <w:vAlign w:val="center"/>
          </w:tcPr>
          <w:p w14:paraId="3F14D0B1" w14:textId="3C06B4EA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65306B07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2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2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44B0E220" w:rsidR="002C67B9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356502">
        <w:rPr>
          <w:rFonts w:asciiTheme="majorHAnsi" w:hAnsiTheme="majorHAnsi" w:cstheme="majorHAnsi"/>
          <w:bCs/>
        </w:rPr>
        <w:t xml:space="preserve"> </w:t>
      </w:r>
      <w:r w:rsidR="00110167" w:rsidRPr="000B2F05">
        <w:rPr>
          <w:rFonts w:asciiTheme="majorHAnsi" w:hAnsiTheme="majorHAnsi" w:cstheme="majorHAnsi"/>
          <w:bCs/>
        </w:rPr>
        <w:t xml:space="preserve"> </w:t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A91A27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</w:p>
    <w:p w14:paraId="424A54E7" w14:textId="77A9B5D0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1D1C996F" w14:textId="73433795" w:rsidR="00DD3EBE" w:rsidRDefault="00B30164" w:rsidP="00F4078C">
      <w:pPr>
        <w:pStyle w:val="Default"/>
        <w:spacing w:line="288" w:lineRule="auto"/>
        <w:ind w:left="288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</w:p>
    <w:p w14:paraId="74B856D2" w14:textId="69ED2A53" w:rsidR="00356502" w:rsidRPr="00F4078C" w:rsidRDefault="00356502" w:rsidP="00C715CD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sectPr w:rsidR="00356502" w:rsidRPr="00F4078C" w:rsidSect="00695009">
      <w:headerReference w:type="default" r:id="rId8"/>
      <w:footerReference w:type="default" r:id="rId9"/>
      <w:pgSz w:w="11900" w:h="16840"/>
      <w:pgMar w:top="1985" w:right="1304" w:bottom="1418" w:left="2665" w:header="709" w:footer="1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BA40" w14:textId="77777777" w:rsidR="00F75CB7" w:rsidRDefault="00F75CB7" w:rsidP="00862C6E">
      <w:r>
        <w:separator/>
      </w:r>
    </w:p>
  </w:endnote>
  <w:endnote w:type="continuationSeparator" w:id="0">
    <w:p w14:paraId="3D75CF56" w14:textId="77777777" w:rsidR="00F75CB7" w:rsidRDefault="00F75CB7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78C4" w14:textId="169E4C1B" w:rsidR="006A2788" w:rsidRPr="00E74BE6" w:rsidRDefault="00695009" w:rsidP="006A2788">
    <w:pPr>
      <w:pStyle w:val="Noga"/>
      <w:rPr>
        <w:lang w:val="sl-SI"/>
      </w:rPr>
    </w:pPr>
    <w:bookmarkStart w:id="3" w:name="_Hlk124944054"/>
    <w:r w:rsidRPr="00695009"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51DA6579" wp14:editId="4273BF9A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20" name="Slika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9816" w14:textId="77777777" w:rsidR="00F75CB7" w:rsidRDefault="00F75CB7" w:rsidP="00862C6E">
      <w:r>
        <w:separator/>
      </w:r>
    </w:p>
  </w:footnote>
  <w:footnote w:type="continuationSeparator" w:id="0">
    <w:p w14:paraId="4276EC89" w14:textId="77777777" w:rsidR="00F75CB7" w:rsidRDefault="00F75CB7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9" name="Slika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5F55"/>
    <w:rsid w:val="000B2F05"/>
    <w:rsid w:val="000B55F7"/>
    <w:rsid w:val="000C7545"/>
    <w:rsid w:val="00106282"/>
    <w:rsid w:val="00110167"/>
    <w:rsid w:val="00116AB7"/>
    <w:rsid w:val="001413A6"/>
    <w:rsid w:val="00153023"/>
    <w:rsid w:val="00156498"/>
    <w:rsid w:val="00187975"/>
    <w:rsid w:val="001A57CE"/>
    <w:rsid w:val="001B3533"/>
    <w:rsid w:val="001B558B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21116"/>
    <w:rsid w:val="00356502"/>
    <w:rsid w:val="00363D30"/>
    <w:rsid w:val="00366524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9120A"/>
    <w:rsid w:val="00492189"/>
    <w:rsid w:val="004B4E1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A3023"/>
    <w:rsid w:val="005B1704"/>
    <w:rsid w:val="005E21F2"/>
    <w:rsid w:val="005F0D1A"/>
    <w:rsid w:val="00603A0A"/>
    <w:rsid w:val="00624D20"/>
    <w:rsid w:val="0062541C"/>
    <w:rsid w:val="00643A20"/>
    <w:rsid w:val="006473AB"/>
    <w:rsid w:val="00684A87"/>
    <w:rsid w:val="00695009"/>
    <w:rsid w:val="006A2788"/>
    <w:rsid w:val="006A4456"/>
    <w:rsid w:val="006B2580"/>
    <w:rsid w:val="006B5253"/>
    <w:rsid w:val="006B52D6"/>
    <w:rsid w:val="006C227E"/>
    <w:rsid w:val="006C4DEC"/>
    <w:rsid w:val="006F3A62"/>
    <w:rsid w:val="00726428"/>
    <w:rsid w:val="00737030"/>
    <w:rsid w:val="007513B1"/>
    <w:rsid w:val="0079684F"/>
    <w:rsid w:val="007A7757"/>
    <w:rsid w:val="007B1678"/>
    <w:rsid w:val="007B69EE"/>
    <w:rsid w:val="007C0FC8"/>
    <w:rsid w:val="007D0899"/>
    <w:rsid w:val="007D2DFF"/>
    <w:rsid w:val="007E3E4B"/>
    <w:rsid w:val="008002FA"/>
    <w:rsid w:val="0081057F"/>
    <w:rsid w:val="00826DB7"/>
    <w:rsid w:val="00832A98"/>
    <w:rsid w:val="00843350"/>
    <w:rsid w:val="00844414"/>
    <w:rsid w:val="00850EE3"/>
    <w:rsid w:val="00862C6E"/>
    <w:rsid w:val="00875620"/>
    <w:rsid w:val="0089156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84537"/>
    <w:rsid w:val="00991527"/>
    <w:rsid w:val="009943E8"/>
    <w:rsid w:val="009A1919"/>
    <w:rsid w:val="009A2893"/>
    <w:rsid w:val="009B19AE"/>
    <w:rsid w:val="009C2BB8"/>
    <w:rsid w:val="009E310A"/>
    <w:rsid w:val="009E3575"/>
    <w:rsid w:val="00A003E7"/>
    <w:rsid w:val="00A032E2"/>
    <w:rsid w:val="00A03DB6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6764"/>
    <w:rsid w:val="00AE7168"/>
    <w:rsid w:val="00AE7B49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65E15"/>
    <w:rsid w:val="00B74F22"/>
    <w:rsid w:val="00B81CAB"/>
    <w:rsid w:val="00B925BF"/>
    <w:rsid w:val="00B952D5"/>
    <w:rsid w:val="00B967E3"/>
    <w:rsid w:val="00BA12F5"/>
    <w:rsid w:val="00BA526D"/>
    <w:rsid w:val="00BC65F2"/>
    <w:rsid w:val="00BE352A"/>
    <w:rsid w:val="00BF0E48"/>
    <w:rsid w:val="00BF433C"/>
    <w:rsid w:val="00C327B8"/>
    <w:rsid w:val="00C358F5"/>
    <w:rsid w:val="00C37F0E"/>
    <w:rsid w:val="00C4436E"/>
    <w:rsid w:val="00C64347"/>
    <w:rsid w:val="00C715CD"/>
    <w:rsid w:val="00C71BFC"/>
    <w:rsid w:val="00C74DFD"/>
    <w:rsid w:val="00CA28A6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5CB3"/>
    <w:rsid w:val="00DA76D7"/>
    <w:rsid w:val="00DC3B38"/>
    <w:rsid w:val="00DC5981"/>
    <w:rsid w:val="00DD3EBE"/>
    <w:rsid w:val="00E159E4"/>
    <w:rsid w:val="00E36514"/>
    <w:rsid w:val="00E94C94"/>
    <w:rsid w:val="00E95EAC"/>
    <w:rsid w:val="00EB099C"/>
    <w:rsid w:val="00EB0A59"/>
    <w:rsid w:val="00EB293B"/>
    <w:rsid w:val="00EC19C3"/>
    <w:rsid w:val="00EE1A88"/>
    <w:rsid w:val="00EE3A2F"/>
    <w:rsid w:val="00EF1118"/>
    <w:rsid w:val="00EF3D9A"/>
    <w:rsid w:val="00F0246E"/>
    <w:rsid w:val="00F02F14"/>
    <w:rsid w:val="00F2500F"/>
    <w:rsid w:val="00F4078C"/>
    <w:rsid w:val="00F75CB7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3</cp:revision>
  <cp:lastPrinted>2024-02-23T09:51:00Z</cp:lastPrinted>
  <dcterms:created xsi:type="dcterms:W3CDTF">2025-05-26T10:19:00Z</dcterms:created>
  <dcterms:modified xsi:type="dcterms:W3CDTF">2025-05-26T10:20:00Z</dcterms:modified>
</cp:coreProperties>
</file>