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5A53E628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65EFA0EC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podjetniškega usposabljanja</w:t>
      </w:r>
      <w:r w:rsidR="00215476" w:rsidRPr="00AA67E4">
        <w:rPr>
          <w:rFonts w:asciiTheme="majorHAnsi" w:hAnsiTheme="majorHAnsi" w:cstheme="majorHAnsi"/>
          <w:b/>
          <w:lang w:val="sl-SI"/>
        </w:rPr>
        <w:t xml:space="preserve">: </w:t>
      </w:r>
      <w:r w:rsidR="00B87AAB" w:rsidRPr="00B87AAB">
        <w:rPr>
          <w:rFonts w:asciiTheme="majorHAnsi" w:hAnsiTheme="majorHAnsi" w:cstheme="majorHAnsi"/>
          <w:b/>
          <w:lang w:val="sl-SI"/>
        </w:rPr>
        <w:t xml:space="preserve">Perfekten </w:t>
      </w:r>
      <w:proofErr w:type="spellStart"/>
      <w:r w:rsidR="00B87AAB" w:rsidRPr="00B87AAB">
        <w:rPr>
          <w:rFonts w:asciiTheme="majorHAnsi" w:hAnsiTheme="majorHAnsi" w:cstheme="majorHAnsi"/>
          <w:b/>
          <w:lang w:val="sl-SI"/>
        </w:rPr>
        <w:t>pitch</w:t>
      </w:r>
      <w:proofErr w:type="spellEnd"/>
      <w:r w:rsidR="00B87AAB" w:rsidRPr="00B87AAB">
        <w:rPr>
          <w:rFonts w:asciiTheme="majorHAnsi" w:hAnsiTheme="majorHAnsi" w:cstheme="majorHAnsi"/>
          <w:b/>
          <w:lang w:val="sl-SI"/>
        </w:rPr>
        <w:t xml:space="preserve"> </w:t>
      </w:r>
      <w:r w:rsidR="00E444A6">
        <w:rPr>
          <w:rFonts w:asciiTheme="majorHAnsi" w:hAnsiTheme="majorHAnsi" w:cstheme="majorHAnsi"/>
          <w:b/>
          <w:lang w:val="sl-SI"/>
        </w:rPr>
        <w:t>(program Biznis in PIP)</w:t>
      </w:r>
      <w:r w:rsidR="009D0FE5">
        <w:rPr>
          <w:rFonts w:asciiTheme="majorHAnsi" w:hAnsiTheme="majorHAnsi" w:cstheme="majorHAnsi"/>
          <w:b/>
          <w:lang w:val="sl-SI"/>
        </w:rPr>
        <w:t>.</w:t>
      </w:r>
    </w:p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0E339E7A" w:rsidR="00841897" w:rsidRPr="00546E89" w:rsidRDefault="00F4078C" w:rsidP="00841897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Naziv:</w:t>
      </w:r>
    </w:p>
    <w:p w14:paraId="24A800CC" w14:textId="3417D28E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</w:p>
    <w:p w14:paraId="34279E09" w14:textId="2FF80E93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Poštna številka in pošta:</w:t>
      </w:r>
    </w:p>
    <w:p w14:paraId="242BEFF6" w14:textId="065CC4D7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77777777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4276DB" w:rsidRPr="00AA67E4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3EF9EBEA" w:rsidR="00E444A6" w:rsidRPr="009D0FE5" w:rsidRDefault="00B87AAB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 w:rsidRPr="00B87AAB">
              <w:rPr>
                <w:rFonts w:asciiTheme="majorHAnsi" w:hAnsiTheme="majorHAnsi" w:cstheme="majorHAnsi"/>
                <w:b/>
                <w:lang w:val="sl-SI"/>
              </w:rPr>
              <w:t xml:space="preserve">Perfekten </w:t>
            </w:r>
            <w:proofErr w:type="spellStart"/>
            <w:r w:rsidRPr="00B87AAB">
              <w:rPr>
                <w:rFonts w:asciiTheme="majorHAnsi" w:hAnsiTheme="majorHAnsi" w:cstheme="majorHAnsi"/>
                <w:b/>
                <w:lang w:val="sl-SI"/>
              </w:rPr>
              <w:t>pitch</w:t>
            </w:r>
            <w:proofErr w:type="spellEnd"/>
            <w:r w:rsidRPr="00B87AAB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E444A6">
              <w:rPr>
                <w:rFonts w:asciiTheme="majorHAnsi" w:hAnsiTheme="majorHAnsi" w:cstheme="majorHAnsi"/>
                <w:b/>
                <w:lang w:val="sl-SI"/>
              </w:rPr>
              <w:t>(program Biznis in PIP)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731C1194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35D6237C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0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0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16DB4A30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75B9CACE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5C98F887" w14:textId="73834C93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0F1D9512" w14:textId="7CEC9C24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1C2F11A8" w14:textId="77777777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4D6FFF10" w:rsidR="009D0FE5" w:rsidRDefault="00B30164" w:rsidP="00E444A6">
      <w:pPr>
        <w:pStyle w:val="Default"/>
        <w:spacing w:line="288" w:lineRule="auto"/>
        <w:ind w:left="144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p w14:paraId="04F654BD" w14:textId="73A649F4" w:rsidR="00546E89" w:rsidRPr="00841897" w:rsidRDefault="00546E89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sectPr w:rsidR="00546E89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1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F9"/>
    <w:rsid w:val="000648B7"/>
    <w:rsid w:val="000919AF"/>
    <w:rsid w:val="00095F55"/>
    <w:rsid w:val="000B2F05"/>
    <w:rsid w:val="000B55F7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46E89"/>
    <w:rsid w:val="00554125"/>
    <w:rsid w:val="00556426"/>
    <w:rsid w:val="005705D3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D00B2"/>
    <w:rsid w:val="006F3A62"/>
    <w:rsid w:val="00737030"/>
    <w:rsid w:val="007447BE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87A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447A2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444A6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paragraph" w:styleId="Naslov4">
    <w:name w:val="heading 4"/>
    <w:basedOn w:val="Navaden"/>
    <w:link w:val="Naslov4Znak"/>
    <w:uiPriority w:val="9"/>
    <w:qFormat/>
    <w:rsid w:val="00546E89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rsid w:val="00546E89"/>
    <w:rPr>
      <w:rFonts w:ascii="Times New Roman" w:eastAsia="Times New Roman" w:hAnsi="Times New Roman"/>
      <w:b/>
      <w:bCs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2025-02-11T10:17:00Z</dcterms:created>
  <dcterms:modified xsi:type="dcterms:W3CDTF">2025-02-11T10:17:00Z</dcterms:modified>
</cp:coreProperties>
</file>